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AB08C" w14:textId="77777777" w:rsidR="006A2452" w:rsidRPr="002604E1" w:rsidRDefault="00385E24" w:rsidP="002604E1">
      <w:pPr>
        <w:pStyle w:val="Nadpis2"/>
        <w:pBdr>
          <w:bottom w:val="single" w:sz="6" w:space="1" w:color="auto"/>
        </w:pBdr>
        <w:jc w:val="both"/>
        <w:rPr>
          <w:rFonts w:ascii="Arial" w:hAnsi="Arial" w:cs="Arial"/>
          <w:b w:val="0"/>
          <w:i/>
          <w:sz w:val="22"/>
          <w:szCs w:val="22"/>
        </w:rPr>
      </w:pPr>
      <w:r w:rsidRPr="002604E1">
        <w:rPr>
          <w:rFonts w:ascii="Arial" w:hAnsi="Arial" w:cs="Arial"/>
          <w:sz w:val="22"/>
          <w:szCs w:val="22"/>
        </w:rPr>
        <w:t xml:space="preserve">Ředitelství silnic a dálnic České republiky, </w:t>
      </w:r>
      <w:r w:rsidR="000779DA" w:rsidRPr="002604E1">
        <w:rPr>
          <w:rFonts w:ascii="Arial" w:hAnsi="Arial" w:cs="Arial"/>
          <w:sz w:val="22"/>
          <w:szCs w:val="22"/>
        </w:rPr>
        <w:t>S</w:t>
      </w:r>
      <w:r w:rsidRPr="002604E1">
        <w:rPr>
          <w:rFonts w:ascii="Arial" w:hAnsi="Arial" w:cs="Arial"/>
          <w:sz w:val="22"/>
          <w:szCs w:val="22"/>
        </w:rPr>
        <w:t>práva Plzeň</w:t>
      </w:r>
      <w:r w:rsidR="002604E1">
        <w:rPr>
          <w:rFonts w:ascii="Arial" w:hAnsi="Arial" w:cs="Arial"/>
          <w:sz w:val="22"/>
          <w:szCs w:val="22"/>
        </w:rPr>
        <w:t>,</w:t>
      </w:r>
      <w:r w:rsidR="002604E1" w:rsidRPr="002604E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604E1" w:rsidRPr="002604E1">
        <w:rPr>
          <w:rFonts w:ascii="Arial" w:hAnsi="Arial" w:cs="Arial"/>
          <w:sz w:val="22"/>
          <w:szCs w:val="22"/>
        </w:rPr>
        <w:t>Hřímalého</w:t>
      </w:r>
      <w:proofErr w:type="spellEnd"/>
      <w:r w:rsidR="002604E1" w:rsidRPr="002604E1">
        <w:rPr>
          <w:rFonts w:ascii="Arial" w:hAnsi="Arial" w:cs="Arial"/>
          <w:sz w:val="22"/>
          <w:szCs w:val="22"/>
        </w:rPr>
        <w:t xml:space="preserve"> 37, 301 00 Plzeň                                                                                            </w:t>
      </w:r>
    </w:p>
    <w:p w14:paraId="4763BEEE" w14:textId="77777777" w:rsidR="002604E1" w:rsidRDefault="002604E1" w:rsidP="006A2452">
      <w:pPr>
        <w:tabs>
          <w:tab w:val="center" w:pos="4961"/>
        </w:tabs>
        <w:rPr>
          <w:rFonts w:ascii="Arial" w:hAnsi="Arial" w:cs="Arial"/>
          <w:b/>
          <w:i/>
        </w:rPr>
      </w:pPr>
    </w:p>
    <w:p w14:paraId="58A082A8" w14:textId="35608943" w:rsidR="00D60C21" w:rsidRDefault="00D60C21" w:rsidP="00D60C21">
      <w:pPr>
        <w:tabs>
          <w:tab w:val="center" w:pos="4961"/>
        </w:tabs>
        <w:rPr>
          <w:rFonts w:ascii="Arial" w:hAnsi="Arial" w:cs="Arial"/>
          <w:b/>
        </w:rPr>
      </w:pPr>
      <w:r>
        <w:rPr>
          <w:rFonts w:ascii="Arial" w:hAnsi="Arial" w:cs="Arial"/>
          <w:b/>
          <w:i/>
        </w:rPr>
        <w:t>smlouva o pronájmu, dohoda</w:t>
      </w:r>
      <w:r>
        <w:rPr>
          <w:rFonts w:ascii="Arial" w:hAnsi="Arial" w:cs="Arial"/>
          <w:i/>
        </w:rPr>
        <w:tab/>
        <w:t xml:space="preserve">           </w:t>
      </w:r>
      <w:r>
        <w:rPr>
          <w:rFonts w:ascii="Arial" w:hAnsi="Arial" w:cs="Arial"/>
          <w:i/>
        </w:rPr>
        <w:tab/>
        <w:t xml:space="preserve">           výkop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4F5685">
        <w:rPr>
          <w:rFonts w:ascii="Arial" w:hAnsi="Arial" w:cs="Arial"/>
          <w:i/>
        </w:rPr>
        <w:t>567A/22</w:t>
      </w:r>
    </w:p>
    <w:p w14:paraId="20C14AD7" w14:textId="77777777" w:rsidR="00D60C21" w:rsidRDefault="00D60C21" w:rsidP="00D60C21"/>
    <w:p w14:paraId="3260CB7C" w14:textId="77777777" w:rsidR="00D60C21" w:rsidRDefault="00D60C21" w:rsidP="00D60C21"/>
    <w:p w14:paraId="466B226C" w14:textId="77777777" w:rsidR="00D60C21" w:rsidRDefault="00D60C21" w:rsidP="00D60C21">
      <w:pPr>
        <w:pStyle w:val="Nadpis1"/>
        <w:ind w:righ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ŽÁDOST</w:t>
      </w:r>
    </w:p>
    <w:p w14:paraId="171462ED" w14:textId="77777777" w:rsidR="00D60C21" w:rsidRPr="00533E50" w:rsidRDefault="00D60C21" w:rsidP="00D60C21">
      <w:pPr>
        <w:ind w:right="-142"/>
      </w:pPr>
    </w:p>
    <w:p w14:paraId="0423E1D6" w14:textId="77777777" w:rsidR="00D60C21" w:rsidRDefault="00D60C21" w:rsidP="00D60C21">
      <w:pPr>
        <w:pStyle w:val="Zkladntext"/>
        <w:ind w:right="-567"/>
        <w:rPr>
          <w:rFonts w:ascii="Arial" w:hAnsi="Arial"/>
          <w:b w:val="0"/>
        </w:rPr>
      </w:pPr>
      <w:r>
        <w:rPr>
          <w:rFonts w:ascii="Arial" w:hAnsi="Arial"/>
        </w:rPr>
        <w:t>k uzavření smlouvy o pronájmu silnice I. třídy, smlouvy o pronájmu pozemku</w:t>
      </w:r>
    </w:p>
    <w:p w14:paraId="6F9B8A02" w14:textId="77777777" w:rsidR="00D60C21" w:rsidRPr="00FB3B48" w:rsidRDefault="00D60C21" w:rsidP="00D60C21">
      <w:pPr>
        <w:pStyle w:val="Zkladntext"/>
        <w:ind w:right="-567"/>
        <w:rPr>
          <w:rFonts w:ascii="Arial" w:hAnsi="Arial"/>
          <w:b w:val="0"/>
          <w:u w:val="single"/>
        </w:rPr>
      </w:pPr>
      <w:r w:rsidRPr="00FB3B48">
        <w:rPr>
          <w:rFonts w:ascii="Arial" w:hAnsi="Arial"/>
          <w:b w:val="0"/>
          <w:u w:val="single"/>
        </w:rPr>
        <w:t>po vydání stavebního povolení (územního rozhodnutí (souhlasu)), po vydání Rozhodnutí na provádění stavebních prací při umisťování inženýrské sítě vydaného Krajským úřadem Plzeňského kraje a před zahájením stavebních prací</w:t>
      </w:r>
    </w:p>
    <w:p w14:paraId="3D0A6291" w14:textId="77777777" w:rsidR="00D60C21" w:rsidRDefault="00D60C21" w:rsidP="00D60C21">
      <w:pPr>
        <w:pStyle w:val="Zkladntext"/>
        <w:ind w:right="-567"/>
        <w:rPr>
          <w:rFonts w:ascii="Arial" w:hAnsi="Arial"/>
          <w:b w:val="0"/>
        </w:rPr>
      </w:pPr>
    </w:p>
    <w:p w14:paraId="5274279F" w14:textId="77777777" w:rsidR="00D60C21" w:rsidRDefault="00D60C21" w:rsidP="00D60C21">
      <w:pPr>
        <w:pStyle w:val="Zkladntext"/>
        <w:ind w:right="-567"/>
        <w:rPr>
          <w:rFonts w:ascii="Arial" w:hAnsi="Arial"/>
          <w:b w:val="0"/>
        </w:rPr>
      </w:pPr>
      <w:r w:rsidRPr="00DF2ECA">
        <w:rPr>
          <w:rFonts w:ascii="Arial" w:hAnsi="Arial"/>
        </w:rPr>
        <w:t>k</w:t>
      </w:r>
      <w:r>
        <w:rPr>
          <w:rFonts w:ascii="Arial" w:hAnsi="Arial"/>
        </w:rPr>
        <w:t> </w:t>
      </w:r>
      <w:r w:rsidRPr="00DF2ECA">
        <w:rPr>
          <w:rFonts w:ascii="Arial" w:hAnsi="Arial"/>
        </w:rPr>
        <w:t>uzavření</w:t>
      </w:r>
      <w:r>
        <w:rPr>
          <w:rFonts w:ascii="Arial" w:hAnsi="Arial"/>
        </w:rPr>
        <w:t xml:space="preserve"> dohody o úhradě za užití stavby silnice I. třídy, dohody o úhradě za užití pozemku </w:t>
      </w:r>
    </w:p>
    <w:p w14:paraId="4D20DB86" w14:textId="77777777" w:rsidR="00D60C21" w:rsidRPr="00FB3B48" w:rsidRDefault="00D60C21" w:rsidP="00D60C21">
      <w:pPr>
        <w:pStyle w:val="Zkladntext"/>
        <w:ind w:right="-567"/>
        <w:rPr>
          <w:rFonts w:ascii="Arial" w:hAnsi="Arial"/>
          <w:b w:val="0"/>
          <w:u w:val="single"/>
        </w:rPr>
      </w:pPr>
      <w:r w:rsidRPr="00FB3B48">
        <w:rPr>
          <w:rFonts w:ascii="Arial" w:hAnsi="Arial"/>
          <w:b w:val="0"/>
          <w:u w:val="single"/>
        </w:rPr>
        <w:t xml:space="preserve">(po skončení stavebních prací) </w:t>
      </w:r>
    </w:p>
    <w:p w14:paraId="00927894" w14:textId="77777777" w:rsidR="00D60C21" w:rsidRPr="00533E50" w:rsidRDefault="00D60C21" w:rsidP="00D60C21">
      <w:pPr>
        <w:ind w:right="-567"/>
        <w:rPr>
          <w:rFonts w:ascii="Arial" w:hAnsi="Arial" w:cs="Arial"/>
        </w:rPr>
      </w:pPr>
    </w:p>
    <w:p w14:paraId="0E287187" w14:textId="77777777" w:rsidR="00D60C21" w:rsidRPr="00533E50" w:rsidRDefault="00D60C21" w:rsidP="00D60C21">
      <w:pPr>
        <w:ind w:right="-567"/>
        <w:rPr>
          <w:rFonts w:ascii="Arial" w:hAnsi="Arial" w:cs="Arial"/>
        </w:rPr>
      </w:pPr>
    </w:p>
    <w:p w14:paraId="4097FE84" w14:textId="77777777" w:rsidR="00D60C21" w:rsidRDefault="00D60C21" w:rsidP="00D60C21">
      <w:pPr>
        <w:ind w:right="-567"/>
        <w:rPr>
          <w:rFonts w:ascii="Arial" w:hAnsi="Arial" w:cs="Arial"/>
        </w:rPr>
      </w:pPr>
      <w:r w:rsidRPr="00533E50">
        <w:rPr>
          <w:rFonts w:ascii="Arial" w:hAnsi="Arial" w:cs="Arial"/>
        </w:rPr>
        <w:t xml:space="preserve">Zhotovitel </w:t>
      </w:r>
      <w:r>
        <w:rPr>
          <w:rFonts w:ascii="Arial" w:hAnsi="Arial" w:cs="Arial"/>
        </w:rPr>
        <w:t xml:space="preserve">stavby </w:t>
      </w:r>
      <w:r w:rsidRPr="00533E50">
        <w:rPr>
          <w:rFonts w:ascii="Arial" w:hAnsi="Arial" w:cs="Arial"/>
          <w:i/>
        </w:rPr>
        <w:t>(název)</w:t>
      </w:r>
      <w:r w:rsidRPr="00533E50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……………….</w:t>
      </w:r>
      <w:r w:rsidRPr="00533E50">
        <w:rPr>
          <w:rFonts w:ascii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…..</w:t>
      </w:r>
    </w:p>
    <w:p w14:paraId="220BF552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3FCF010A" w14:textId="77777777" w:rsidR="00D60C21" w:rsidRDefault="00D60C21" w:rsidP="00D60C21"/>
    <w:p w14:paraId="0367A398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>IČ: …………………………………..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DIČ: ………………………………………</w:t>
      </w:r>
    </w:p>
    <w:p w14:paraId="39FBB238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07F0EA6F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 xml:space="preserve">adresa </w:t>
      </w:r>
      <w:r w:rsidRPr="00533E50">
        <w:rPr>
          <w:rFonts w:ascii="Arial" w:hAnsi="Arial" w:cs="Arial"/>
          <w:i/>
        </w:rPr>
        <w:t>(PSČ</w:t>
      </w:r>
      <w:r>
        <w:rPr>
          <w:rFonts w:ascii="Arial" w:hAnsi="Arial" w:cs="Arial"/>
        </w:rPr>
        <w:t>): ………………………………………………………………………………………………………</w:t>
      </w:r>
    </w:p>
    <w:p w14:paraId="405E60DE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7FB6F57E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>bankovní spojení: ……………………………………..</w:t>
      </w:r>
      <w:r>
        <w:rPr>
          <w:rFonts w:ascii="Arial" w:hAnsi="Arial" w:cs="Arial"/>
        </w:rPr>
        <w:tab/>
        <w:t xml:space="preserve">   číslo účtu: ………………………………………</w:t>
      </w:r>
    </w:p>
    <w:p w14:paraId="28F4E29A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55A6034A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>č. telefonu: 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CD90373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0C663D41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>jméno osoby, která žádost vyřizuje: 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č. telefonu: …………………….</w:t>
      </w:r>
    </w:p>
    <w:p w14:paraId="49489E5C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01F00EA9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>statutární orgán – jméno: ……………………………</w:t>
      </w:r>
      <w:r>
        <w:rPr>
          <w:rFonts w:ascii="Arial" w:hAnsi="Arial" w:cs="Arial"/>
        </w:rPr>
        <w:tab/>
        <w:t xml:space="preserve">   funkce: ………………………………………….</w:t>
      </w:r>
    </w:p>
    <w:p w14:paraId="716F17B3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  <w:i/>
        </w:rPr>
        <w:t>(kdo je oprávněn podepisovat – dle výpisu z obchodního rejstříku, zřizovací listiny apod.)</w:t>
      </w:r>
    </w:p>
    <w:p w14:paraId="4DED119C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1AC96783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>Zmocněnec – jméno: ………………………………………………</w:t>
      </w:r>
      <w:r w:rsidRPr="00533E50">
        <w:rPr>
          <w:rFonts w:ascii="Arial" w:hAnsi="Arial" w:cs="Arial"/>
        </w:rPr>
        <w:t>..</w:t>
      </w:r>
    </w:p>
    <w:p w14:paraId="3B94DE43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  <w:i/>
        </w:rPr>
        <w:t>(na základě plné moci)</w:t>
      </w:r>
    </w:p>
    <w:p w14:paraId="591F89BA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29F39929" w14:textId="77777777" w:rsidR="00D60C21" w:rsidRPr="007A3CE8" w:rsidRDefault="00D60C21" w:rsidP="00D60C21">
      <w:pPr>
        <w:ind w:right="-567"/>
        <w:rPr>
          <w:rFonts w:ascii="Arial" w:hAnsi="Arial" w:cs="Arial"/>
          <w:u w:val="single"/>
        </w:rPr>
      </w:pPr>
      <w:r w:rsidRPr="007A3CE8">
        <w:rPr>
          <w:rFonts w:ascii="Arial" w:hAnsi="Arial" w:cs="Arial"/>
          <w:u w:val="single"/>
        </w:rPr>
        <w:t>Při podání je třeba doložit:</w:t>
      </w:r>
    </w:p>
    <w:p w14:paraId="014785A7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>osoby podnikající: fotokopii výpisu z obchodního rejstříku nebo živnostenského listu</w:t>
      </w:r>
    </w:p>
    <w:p w14:paraId="2FDEFD49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v případě zmocnění – plnou moc</w:t>
      </w:r>
    </w:p>
    <w:p w14:paraId="18A7940B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 xml:space="preserve">města, obce: fotokopii přidělení IČ, osvědčení o registraci DIČ, zápis z jednání zastupitelstva o zvolení      </w:t>
      </w:r>
    </w:p>
    <w:p w14:paraId="6FE723A7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starosty města, obce</w:t>
      </w:r>
    </w:p>
    <w:p w14:paraId="114FA1F6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370525F9" w14:textId="77777777" w:rsidR="00D60C21" w:rsidRDefault="00D60C21" w:rsidP="00D60C21">
      <w:pPr>
        <w:pStyle w:val="Odstavecseseznamem"/>
        <w:numPr>
          <w:ilvl w:val="0"/>
          <w:numId w:val="4"/>
        </w:numPr>
        <w:ind w:left="284" w:right="-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Značka a datum stanoviska vydaného ŘSD ČR, Správou Plzeň:</w:t>
      </w:r>
    </w:p>
    <w:p w14:paraId="5B8E7F7F" w14:textId="77777777" w:rsidR="00D60C21" w:rsidRDefault="00D60C21" w:rsidP="00D60C21">
      <w:pPr>
        <w:pStyle w:val="Odstavecseseznamem"/>
        <w:ind w:right="-567"/>
        <w:rPr>
          <w:rFonts w:ascii="Arial" w:hAnsi="Arial" w:cs="Arial"/>
          <w:sz w:val="20"/>
          <w:szCs w:val="20"/>
        </w:rPr>
      </w:pPr>
    </w:p>
    <w:p w14:paraId="04BE1444" w14:textId="77777777" w:rsidR="00D60C21" w:rsidRDefault="00D60C21" w:rsidP="00D60C21">
      <w:pPr>
        <w:pStyle w:val="Odstavecseseznamem"/>
        <w:ind w:left="284" w:righ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 územnímu řízení: ………………………………………………………...    ze dne: ……..……………..</w:t>
      </w:r>
    </w:p>
    <w:p w14:paraId="0B1C221D" w14:textId="77777777" w:rsidR="00D60C21" w:rsidRDefault="00D60C21" w:rsidP="00D60C21">
      <w:pPr>
        <w:pStyle w:val="Odstavecseseznamem"/>
        <w:ind w:right="-567"/>
        <w:rPr>
          <w:rFonts w:ascii="Arial" w:hAnsi="Arial" w:cs="Arial"/>
          <w:sz w:val="20"/>
          <w:szCs w:val="20"/>
        </w:rPr>
      </w:pPr>
    </w:p>
    <w:p w14:paraId="515568DC" w14:textId="77777777" w:rsidR="00D60C21" w:rsidRDefault="00D60C21" w:rsidP="00D60C21">
      <w:pPr>
        <w:pStyle w:val="Odstavecseseznamem"/>
        <w:ind w:left="426" w:right="-567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ke stavebnímu řízení: ……………………………………………………  </w:t>
      </w:r>
      <w:r>
        <w:rPr>
          <w:rFonts w:ascii="Arial" w:hAnsi="Arial" w:cs="Arial"/>
          <w:sz w:val="20"/>
          <w:szCs w:val="20"/>
        </w:rPr>
        <w:tab/>
        <w:t xml:space="preserve">     ze dne: ……………………</w:t>
      </w:r>
    </w:p>
    <w:p w14:paraId="54A48DD9" w14:textId="77777777" w:rsidR="00D60C21" w:rsidRDefault="00D60C21" w:rsidP="00D60C21">
      <w:pPr>
        <w:pStyle w:val="Odstavecseseznamem"/>
        <w:ind w:right="-567"/>
        <w:rPr>
          <w:rFonts w:ascii="Arial" w:hAnsi="Arial" w:cs="Arial"/>
          <w:sz w:val="20"/>
          <w:szCs w:val="20"/>
        </w:rPr>
      </w:pPr>
    </w:p>
    <w:p w14:paraId="47E29413" w14:textId="77777777" w:rsidR="00D60C21" w:rsidRDefault="00D60C21" w:rsidP="00D60C21">
      <w:pPr>
        <w:pStyle w:val="Odstavecseseznamem"/>
        <w:numPr>
          <w:ilvl w:val="0"/>
          <w:numId w:val="4"/>
        </w:numPr>
        <w:ind w:left="284" w:right="-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Přesné označení místa užívání – města, obce, název ulice, před číslem objektu nebo místo mimo město, obec, mezi obcemi, u pozemku parcelní číslo, v katastrálním území, apod.:</w:t>
      </w:r>
    </w:p>
    <w:p w14:paraId="5A57795D" w14:textId="77777777" w:rsidR="00D60C21" w:rsidRDefault="00D60C21" w:rsidP="00D60C21">
      <w:pPr>
        <w:pStyle w:val="Odstavecseseznamem"/>
        <w:ind w:right="-567"/>
        <w:rPr>
          <w:rFonts w:ascii="Arial" w:hAnsi="Arial" w:cs="Arial"/>
          <w:sz w:val="20"/>
          <w:szCs w:val="20"/>
        </w:rPr>
      </w:pPr>
    </w:p>
    <w:p w14:paraId="68D7C42B" w14:textId="77777777" w:rsidR="00D60C21" w:rsidRDefault="00D60C21" w:rsidP="00D60C21">
      <w:pPr>
        <w:pStyle w:val="Odstavecseseznamem"/>
        <w:ind w:righ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</w:p>
    <w:p w14:paraId="388D883A" w14:textId="77777777" w:rsidR="00D60C21" w:rsidRDefault="00D60C21" w:rsidP="00D60C21">
      <w:pPr>
        <w:pStyle w:val="Odstavecseseznamem"/>
        <w:ind w:right="-567"/>
        <w:rPr>
          <w:rFonts w:ascii="Arial" w:hAnsi="Arial" w:cs="Arial"/>
          <w:sz w:val="20"/>
          <w:szCs w:val="20"/>
        </w:rPr>
      </w:pPr>
    </w:p>
    <w:p w14:paraId="28AFF469" w14:textId="77777777" w:rsidR="00D60C21" w:rsidRDefault="00D60C21" w:rsidP="00D60C21">
      <w:pPr>
        <w:pStyle w:val="Odstavecseseznamem"/>
        <w:numPr>
          <w:ilvl w:val="0"/>
          <w:numId w:val="4"/>
        </w:numPr>
        <w:ind w:left="284" w:right="-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Účel užívání: …………………………………………………………………………………………..………</w:t>
      </w:r>
    </w:p>
    <w:p w14:paraId="014023BC" w14:textId="77777777" w:rsidR="00D60C21" w:rsidRDefault="00D60C21" w:rsidP="00D60C21">
      <w:pPr>
        <w:pStyle w:val="Odstavecseseznamem"/>
        <w:ind w:right="-567"/>
        <w:rPr>
          <w:rFonts w:ascii="Arial" w:hAnsi="Arial" w:cs="Arial"/>
          <w:sz w:val="20"/>
          <w:szCs w:val="20"/>
        </w:rPr>
      </w:pPr>
    </w:p>
    <w:p w14:paraId="14A790A2" w14:textId="77777777" w:rsidR="00D60C21" w:rsidRDefault="00D60C21" w:rsidP="00D60C21">
      <w:pPr>
        <w:pStyle w:val="Odstavecseseznamem"/>
        <w:ind w:right="-567" w:hanging="436"/>
        <w:rPr>
          <w:rFonts w:ascii="Arial" w:hAnsi="Arial" w:cs="Arial"/>
          <w:b/>
          <w:color w:val="FF0000"/>
          <w:sz w:val="20"/>
          <w:szCs w:val="20"/>
        </w:rPr>
      </w:pPr>
    </w:p>
    <w:p w14:paraId="7B644634" w14:textId="77777777" w:rsidR="00D60C21" w:rsidRDefault="00D60C21" w:rsidP="00D60C21">
      <w:pPr>
        <w:pStyle w:val="Odstavecseseznamem"/>
        <w:ind w:right="-567" w:hanging="436"/>
        <w:rPr>
          <w:rFonts w:ascii="Arial" w:hAnsi="Arial" w:cs="Arial"/>
          <w:b/>
          <w:color w:val="FF0000"/>
          <w:sz w:val="20"/>
          <w:szCs w:val="20"/>
        </w:rPr>
      </w:pPr>
    </w:p>
    <w:p w14:paraId="50E63CCD" w14:textId="77777777" w:rsidR="00D60C21" w:rsidRPr="002C5D0A" w:rsidRDefault="00D60C21" w:rsidP="00D60C21">
      <w:pPr>
        <w:pStyle w:val="Odstavecseseznamem"/>
        <w:ind w:right="-567" w:hanging="436"/>
        <w:rPr>
          <w:rFonts w:ascii="Arial" w:hAnsi="Arial" w:cs="Arial"/>
          <w:b/>
          <w:sz w:val="20"/>
          <w:szCs w:val="20"/>
        </w:rPr>
      </w:pPr>
      <w:r w:rsidRPr="002B4D3F">
        <w:rPr>
          <w:rFonts w:ascii="Arial" w:hAnsi="Arial" w:cs="Arial"/>
          <w:b/>
          <w:color w:val="FF0000"/>
          <w:sz w:val="20"/>
          <w:szCs w:val="20"/>
        </w:rPr>
        <w:t>INŽENÝRSKÉ SÍTĚ:</w:t>
      </w:r>
    </w:p>
    <w:p w14:paraId="2BB7691A" w14:textId="77777777" w:rsidR="00D60C21" w:rsidRDefault="00D60C21" w:rsidP="00D60C21">
      <w:pPr>
        <w:pStyle w:val="Odstavecseseznamem"/>
        <w:numPr>
          <w:ilvl w:val="0"/>
          <w:numId w:val="4"/>
        </w:numPr>
        <w:ind w:left="284" w:right="-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Typ provedení stavebních prací na silnici I. třídy (tj. vč. asfaltového krytu silnice I. třídy, krajnice, příkopu, odstavného pruhu, násypu, zářezu, v silniční vegetaci nebo mimo silnici I. třídy - v pozemku ve vlastnictví ČR, příslušnost hospodařit ŘSD ČR např. pod stavbou chodníku:</w:t>
      </w:r>
    </w:p>
    <w:p w14:paraId="3647E21D" w14:textId="77777777" w:rsidR="00D60C21" w:rsidRPr="007A3CE8" w:rsidRDefault="00D60C21" w:rsidP="00D60C21">
      <w:pPr>
        <w:pStyle w:val="Odstavecseseznamem"/>
        <w:ind w:right="-567"/>
        <w:rPr>
          <w:rFonts w:ascii="Arial" w:hAnsi="Arial" w:cs="Arial"/>
          <w:sz w:val="20"/>
          <w:szCs w:val="20"/>
        </w:rPr>
      </w:pPr>
    </w:p>
    <w:p w14:paraId="7EBA39F0" w14:textId="77777777" w:rsidR="00D60C21" w:rsidRDefault="00D60C21" w:rsidP="00D60C21">
      <w:pPr>
        <w:pStyle w:val="Odstavecseseznamem"/>
        <w:numPr>
          <w:ilvl w:val="0"/>
          <w:numId w:val="5"/>
        </w:numPr>
        <w:ind w:left="567" w:right="-567" w:hanging="283"/>
        <w:rPr>
          <w:rFonts w:ascii="Arial" w:hAnsi="Arial" w:cs="Arial"/>
          <w:sz w:val="20"/>
          <w:szCs w:val="20"/>
        </w:rPr>
      </w:pPr>
      <w:r w:rsidRPr="002B4D3F">
        <w:rPr>
          <w:rFonts w:ascii="Arial" w:hAnsi="Arial" w:cs="Arial"/>
          <w:b/>
          <w:sz w:val="20"/>
          <w:szCs w:val="20"/>
        </w:rPr>
        <w:t>otevřeným výkopem</w:t>
      </w:r>
      <w:r>
        <w:rPr>
          <w:rFonts w:ascii="Arial" w:hAnsi="Arial" w:cs="Arial"/>
          <w:sz w:val="20"/>
          <w:szCs w:val="20"/>
        </w:rPr>
        <w:t xml:space="preserve"> (podélným, příčným) …………………. </w:t>
      </w:r>
      <w:proofErr w:type="spellStart"/>
      <w:r>
        <w:rPr>
          <w:rFonts w:ascii="Arial" w:hAnsi="Arial" w:cs="Arial"/>
          <w:sz w:val="20"/>
          <w:szCs w:val="20"/>
        </w:rPr>
        <w:t>bm</w:t>
      </w:r>
      <w:proofErr w:type="spellEnd"/>
      <w:r>
        <w:rPr>
          <w:rFonts w:ascii="Arial" w:hAnsi="Arial" w:cs="Arial"/>
          <w:sz w:val="20"/>
          <w:szCs w:val="20"/>
        </w:rPr>
        <w:t xml:space="preserve"> v asfaltovém krytu silnice I. třídy, v krajnici – zpevněné, nezpevněné, v příkopu, v odstavném pruhu, v násypu, v zářezu, v silniční vegetaci nebo uvést jiný způsob obnovy, rekonstrukce, sanace stávající inženýrské sítě</w:t>
      </w:r>
    </w:p>
    <w:p w14:paraId="494DB05C" w14:textId="77777777" w:rsidR="00D60C21" w:rsidRDefault="00D60C21" w:rsidP="00D60C21">
      <w:pPr>
        <w:pStyle w:val="Odstavecseseznamem"/>
        <w:ind w:left="567" w:right="-567" w:hanging="283"/>
        <w:rPr>
          <w:rFonts w:ascii="Arial" w:hAnsi="Arial" w:cs="Arial"/>
          <w:sz w:val="20"/>
          <w:szCs w:val="20"/>
        </w:rPr>
      </w:pPr>
    </w:p>
    <w:p w14:paraId="4473A325" w14:textId="77777777" w:rsidR="00D60C21" w:rsidRDefault="00D60C21" w:rsidP="00D60C21">
      <w:pPr>
        <w:pStyle w:val="Odstavecseseznamem"/>
        <w:numPr>
          <w:ilvl w:val="0"/>
          <w:numId w:val="5"/>
        </w:numPr>
        <w:ind w:left="567" w:right="-567" w:hanging="283"/>
        <w:rPr>
          <w:rFonts w:ascii="Arial" w:hAnsi="Arial" w:cs="Arial"/>
          <w:sz w:val="20"/>
          <w:szCs w:val="20"/>
        </w:rPr>
      </w:pPr>
      <w:r w:rsidRPr="002B4D3F">
        <w:rPr>
          <w:rFonts w:ascii="Arial" w:hAnsi="Arial" w:cs="Arial"/>
          <w:b/>
          <w:sz w:val="20"/>
          <w:szCs w:val="20"/>
        </w:rPr>
        <w:t>protlakem</w:t>
      </w:r>
      <w:r w:rsidRPr="002C5D0A">
        <w:rPr>
          <w:rFonts w:ascii="Arial" w:hAnsi="Arial" w:cs="Arial"/>
          <w:sz w:val="20"/>
          <w:szCs w:val="20"/>
        </w:rPr>
        <w:t xml:space="preserve"> (podélným, příčným) …………………………</w:t>
      </w:r>
      <w:proofErr w:type="spellStart"/>
      <w:r w:rsidRPr="002C5D0A">
        <w:rPr>
          <w:rFonts w:ascii="Arial" w:hAnsi="Arial" w:cs="Arial"/>
          <w:sz w:val="20"/>
          <w:szCs w:val="20"/>
        </w:rPr>
        <w:t>bm</w:t>
      </w:r>
      <w:proofErr w:type="spellEnd"/>
      <w:r>
        <w:rPr>
          <w:rFonts w:ascii="Arial" w:hAnsi="Arial" w:cs="Arial"/>
          <w:sz w:val="20"/>
          <w:szCs w:val="20"/>
        </w:rPr>
        <w:t>,</w:t>
      </w:r>
      <w:r w:rsidRPr="002C5D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chránička o ø …… mm</w:t>
      </w:r>
      <w:r w:rsidRPr="002C5D0A">
        <w:rPr>
          <w:rFonts w:ascii="Arial" w:hAnsi="Arial" w:cs="Arial"/>
          <w:sz w:val="20"/>
          <w:szCs w:val="20"/>
        </w:rPr>
        <w:t xml:space="preserve"> pod stavbou silnice I. třídy, v krajnici – zpevněné, nezpevněné, v příkopu, v odstavném pruhu, v násypu, v zářezu, v silniční vegetaci</w:t>
      </w:r>
      <w:r w:rsidRPr="000A430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nebo uvést jiný způsob obnovy, rekonstrukce, sanace stávající inženýrské sítě</w:t>
      </w:r>
    </w:p>
    <w:p w14:paraId="2346A799" w14:textId="77777777" w:rsidR="00D60C21" w:rsidRPr="002B4D3F" w:rsidRDefault="00D60C21" w:rsidP="00D60C21">
      <w:pPr>
        <w:ind w:left="567" w:right="-567" w:hanging="283"/>
        <w:rPr>
          <w:rFonts w:ascii="Arial" w:hAnsi="Arial" w:cs="Arial"/>
        </w:rPr>
      </w:pPr>
    </w:p>
    <w:p w14:paraId="6898544C" w14:textId="77777777" w:rsidR="00D60C21" w:rsidRDefault="00D60C21" w:rsidP="00D60C21">
      <w:pPr>
        <w:pStyle w:val="Odstavecseseznamem"/>
        <w:numPr>
          <w:ilvl w:val="0"/>
          <w:numId w:val="5"/>
        </w:numPr>
        <w:ind w:left="567" w:right="-567" w:hanging="283"/>
        <w:rPr>
          <w:rFonts w:ascii="Arial" w:hAnsi="Arial" w:cs="Arial"/>
          <w:sz w:val="20"/>
          <w:szCs w:val="20"/>
        </w:rPr>
      </w:pPr>
      <w:r w:rsidRPr="002B4D3F">
        <w:rPr>
          <w:rFonts w:ascii="Arial" w:hAnsi="Arial" w:cs="Arial"/>
          <w:b/>
          <w:sz w:val="20"/>
          <w:szCs w:val="20"/>
        </w:rPr>
        <w:t>montážní jámy pro provedení protlaku</w:t>
      </w:r>
      <w:r>
        <w:rPr>
          <w:rFonts w:ascii="Arial" w:hAnsi="Arial" w:cs="Arial"/>
          <w:sz w:val="20"/>
          <w:szCs w:val="20"/>
        </w:rPr>
        <w:t>: ………………počet ks        ………………... m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14:paraId="36E6DEE5" w14:textId="77777777" w:rsidR="00D60C21" w:rsidRDefault="00D60C21" w:rsidP="00D60C21">
      <w:pPr>
        <w:ind w:left="567" w:right="-567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             v asfaltovém krytu silnice I. třídy, v krajnici – zpevněné, nezpevněné, v příkopu,  v odstavném pruhu, v násypu, v zářezu, v silniční vegetaci nebo uvést jiný způsob obnovy, rekonstrukce, sanace stávající inženýrské sítě</w:t>
      </w:r>
    </w:p>
    <w:p w14:paraId="5201D7A0" w14:textId="77777777" w:rsidR="00D60C21" w:rsidRPr="005012B7" w:rsidRDefault="00D60C21" w:rsidP="00D60C21">
      <w:pPr>
        <w:ind w:left="567" w:right="-567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</w:p>
    <w:p w14:paraId="2BB9E633" w14:textId="77777777" w:rsidR="00D60C21" w:rsidRDefault="00D60C21" w:rsidP="00D60C21">
      <w:pPr>
        <w:pStyle w:val="Odstavecseseznamem"/>
        <w:numPr>
          <w:ilvl w:val="0"/>
          <w:numId w:val="5"/>
        </w:numPr>
        <w:ind w:left="567" w:right="-567" w:hanging="283"/>
        <w:rPr>
          <w:rFonts w:ascii="Arial" w:hAnsi="Arial" w:cs="Arial"/>
          <w:sz w:val="20"/>
          <w:szCs w:val="20"/>
        </w:rPr>
      </w:pPr>
      <w:r w:rsidRPr="002B4D3F">
        <w:rPr>
          <w:rFonts w:ascii="Arial" w:hAnsi="Arial" w:cs="Arial"/>
          <w:b/>
          <w:sz w:val="20"/>
          <w:szCs w:val="20"/>
        </w:rPr>
        <w:t>pod stavbou chodníku</w:t>
      </w:r>
      <w:r>
        <w:rPr>
          <w:rFonts w:ascii="Arial" w:hAnsi="Arial" w:cs="Arial"/>
          <w:sz w:val="20"/>
          <w:szCs w:val="20"/>
        </w:rPr>
        <w:t xml:space="preserve">: ……………………….. </w:t>
      </w:r>
      <w:proofErr w:type="spellStart"/>
      <w:r>
        <w:rPr>
          <w:rFonts w:ascii="Arial" w:hAnsi="Arial" w:cs="Arial"/>
          <w:sz w:val="20"/>
          <w:szCs w:val="20"/>
        </w:rPr>
        <w:t>bm</w:t>
      </w:r>
      <w:proofErr w:type="spellEnd"/>
    </w:p>
    <w:p w14:paraId="15C0FA89" w14:textId="2F0AA8AA" w:rsidR="00D60C21" w:rsidRPr="004F5685" w:rsidRDefault="004F5685" w:rsidP="004F5685">
      <w:pPr>
        <w:pStyle w:val="Odstavecseseznamem"/>
        <w:numPr>
          <w:ilvl w:val="0"/>
          <w:numId w:val="5"/>
        </w:numPr>
        <w:ind w:right="-567"/>
        <w:rPr>
          <w:rFonts w:ascii="Arial" w:hAnsi="Arial" w:cs="Arial"/>
        </w:rPr>
      </w:pPr>
      <w:r>
        <w:rPr>
          <w:rFonts w:ascii="Arial" w:hAnsi="Arial" w:cs="Arial"/>
          <w:b/>
          <w:sz w:val="20"/>
          <w:szCs w:val="20"/>
        </w:rPr>
        <w:t>stavba cyklostezky……………………………..m2</w:t>
      </w:r>
    </w:p>
    <w:p w14:paraId="30A2CF91" w14:textId="77777777" w:rsidR="00D60C21" w:rsidRDefault="00D60C21" w:rsidP="00D60C21">
      <w:pPr>
        <w:ind w:right="-567"/>
        <w:jc w:val="center"/>
        <w:rPr>
          <w:rFonts w:ascii="Arial" w:hAnsi="Arial" w:cs="Arial"/>
          <w:i/>
        </w:rPr>
      </w:pPr>
    </w:p>
    <w:p w14:paraId="7101BA2D" w14:textId="05C8DEDE" w:rsidR="00D60C21" w:rsidRPr="002B4D3F" w:rsidRDefault="00D60C21" w:rsidP="00D60C21">
      <w:pPr>
        <w:ind w:right="-567"/>
        <w:jc w:val="center"/>
        <w:rPr>
          <w:rFonts w:ascii="Arial" w:hAnsi="Arial" w:cs="Arial"/>
        </w:rPr>
      </w:pPr>
      <w:r>
        <w:rPr>
          <w:rFonts w:ascii="Arial" w:hAnsi="Arial" w:cs="Arial"/>
          <w:i/>
        </w:rPr>
        <w:t>(nehodící se, škrtněte)</w:t>
      </w:r>
    </w:p>
    <w:p w14:paraId="6A503BA5" w14:textId="77777777" w:rsidR="00D60C21" w:rsidRDefault="00D60C21" w:rsidP="00D60C21">
      <w:pPr>
        <w:pStyle w:val="Odstavecseseznamem"/>
        <w:ind w:left="1080" w:right="-567"/>
        <w:rPr>
          <w:rFonts w:ascii="Arial" w:hAnsi="Arial" w:cs="Arial"/>
          <w:sz w:val="20"/>
          <w:szCs w:val="20"/>
        </w:rPr>
      </w:pPr>
    </w:p>
    <w:p w14:paraId="230D06FA" w14:textId="77777777" w:rsidR="00D60C21" w:rsidRPr="002B4D3F" w:rsidRDefault="00D60C21" w:rsidP="00D60C21">
      <w:pPr>
        <w:pStyle w:val="Odstavecseseznamem"/>
        <w:numPr>
          <w:ilvl w:val="0"/>
          <w:numId w:val="4"/>
        </w:numPr>
        <w:ind w:left="284" w:right="-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Doba užívání:                   od: …………………………..</w:t>
      </w:r>
      <w:r>
        <w:rPr>
          <w:rFonts w:ascii="Arial" w:hAnsi="Arial" w:cs="Arial"/>
          <w:sz w:val="20"/>
          <w:szCs w:val="20"/>
        </w:rPr>
        <w:tab/>
        <w:t>do: …………………......</w:t>
      </w:r>
    </w:p>
    <w:p w14:paraId="45D17D16" w14:textId="77777777" w:rsidR="00D60C21" w:rsidRPr="007A3CE8" w:rsidRDefault="00D60C21" w:rsidP="00D60C21">
      <w:pPr>
        <w:pStyle w:val="Odstavecseseznamem"/>
        <w:ind w:right="-567"/>
        <w:rPr>
          <w:rFonts w:ascii="Arial" w:hAnsi="Arial" w:cs="Arial"/>
          <w:sz w:val="20"/>
          <w:szCs w:val="20"/>
        </w:rPr>
      </w:pPr>
    </w:p>
    <w:p w14:paraId="10B88DC9" w14:textId="77777777" w:rsidR="00D60C21" w:rsidRDefault="00D60C21" w:rsidP="00D60C21">
      <w:pPr>
        <w:pStyle w:val="Zkladntext3"/>
        <w:spacing w:line="140" w:lineRule="atLeast"/>
        <w:ind w:right="-567"/>
        <w:rPr>
          <w:rFonts w:ascii="Arial" w:hAnsi="Arial" w:cs="Arial"/>
          <w:i/>
          <w:sz w:val="20"/>
          <w:u w:val="single"/>
        </w:rPr>
      </w:pPr>
    </w:p>
    <w:p w14:paraId="132414DD" w14:textId="77777777" w:rsidR="00D60C21" w:rsidRDefault="00D60C21" w:rsidP="00D60C21">
      <w:pPr>
        <w:pStyle w:val="Zkladntext3"/>
        <w:spacing w:line="140" w:lineRule="atLeast"/>
        <w:ind w:right="-567"/>
        <w:rPr>
          <w:rFonts w:ascii="Arial" w:hAnsi="Arial" w:cs="Arial"/>
          <w:i/>
          <w:sz w:val="20"/>
          <w:u w:val="single"/>
        </w:rPr>
      </w:pPr>
      <w:r>
        <w:rPr>
          <w:rFonts w:ascii="Arial" w:hAnsi="Arial" w:cs="Arial"/>
          <w:i/>
          <w:sz w:val="20"/>
          <w:u w:val="single"/>
        </w:rPr>
        <w:t>Souhlas se zpracováním a shromažďováním osobních údajů</w:t>
      </w:r>
    </w:p>
    <w:p w14:paraId="6A4128A4" w14:textId="77777777" w:rsidR="00D60C21" w:rsidRDefault="00D60C21" w:rsidP="00D60C21">
      <w:pPr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Já níže podepsaný(á), v souladu s § 5 odst. 5 zákona č.101/2000 Sb., o ochraně osobních údajů uděluji tímto souhlas k tomu, aby ŘSD ČR, správa Plzeň zpracovala, shromažďovala a uschovávala osobní údaje týkající se mé osoby uvedené v této žádosti a to především za evidenčními a informačními účely, související s projednáváním předmětné žádosti.</w:t>
      </w:r>
    </w:p>
    <w:p w14:paraId="60C10AEB" w14:textId="77777777" w:rsidR="00D60C21" w:rsidRDefault="00D60C21" w:rsidP="00D60C21">
      <w:pPr>
        <w:ind w:right="-567"/>
        <w:jc w:val="both"/>
        <w:rPr>
          <w:rFonts w:ascii="Arial" w:hAnsi="Arial" w:cs="Arial"/>
        </w:rPr>
      </w:pPr>
    </w:p>
    <w:p w14:paraId="68CCD66D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154AF382" w14:textId="77777777" w:rsidR="00D60C21" w:rsidRDefault="00D60C21" w:rsidP="00D60C21">
      <w:pPr>
        <w:spacing w:before="120" w:line="140" w:lineRule="atLeast"/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>V …………………..., dne: ………………..                                        __________________________</w:t>
      </w:r>
    </w:p>
    <w:p w14:paraId="776C88E2" w14:textId="77777777" w:rsidR="00D60C21" w:rsidRDefault="00D60C21" w:rsidP="00D60C21">
      <w:pPr>
        <w:spacing w:line="0" w:lineRule="atLeast"/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 zhotovitele stavby</w:t>
      </w:r>
    </w:p>
    <w:p w14:paraId="19CC2AF5" w14:textId="46F5438B" w:rsidR="00D60C21" w:rsidRDefault="00D60C21" w:rsidP="00D60C21">
      <w:pPr>
        <w:spacing w:line="0" w:lineRule="atLeast"/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898BF5D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</w:t>
      </w:r>
      <w:r w:rsidRPr="007273B4">
        <w:rPr>
          <w:rFonts w:ascii="Arial" w:hAnsi="Arial" w:cs="Arial"/>
          <w:i/>
        </w:rPr>
        <w:t>(razítko)</w:t>
      </w:r>
    </w:p>
    <w:p w14:paraId="26F21BC4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312004E5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3468A51A" w14:textId="77777777" w:rsidR="00D60C21" w:rsidRPr="00BC2129" w:rsidRDefault="00D60C21" w:rsidP="00D60C21">
      <w:pPr>
        <w:pStyle w:val="Nadpis3"/>
        <w:ind w:right="-567"/>
        <w:rPr>
          <w:u w:val="single"/>
        </w:rPr>
      </w:pPr>
      <w:r w:rsidRPr="00BC2129">
        <w:rPr>
          <w:u w:val="single"/>
        </w:rPr>
        <w:t>Příloha: dle textu na 1. straně této žádosti +</w:t>
      </w:r>
    </w:p>
    <w:p w14:paraId="2D929D1B" w14:textId="77777777" w:rsidR="00D60C21" w:rsidRDefault="00D60C21" w:rsidP="00D60C21">
      <w:pPr>
        <w:numPr>
          <w:ilvl w:val="0"/>
          <w:numId w:val="3"/>
        </w:numPr>
        <w:tabs>
          <w:tab w:val="clear" w:pos="360"/>
          <w:tab w:val="num" w:pos="142"/>
        </w:tabs>
        <w:spacing w:before="60" w:line="240" w:lineRule="atLeast"/>
        <w:ind w:left="142" w:right="-567" w:hanging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4 kopie snímku z katastrální mapy </w:t>
      </w:r>
      <w:r>
        <w:rPr>
          <w:rFonts w:ascii="Arial" w:hAnsi="Arial" w:cs="Arial"/>
        </w:rPr>
        <w:t>(formát A</w:t>
      </w:r>
      <w:r>
        <w:rPr>
          <w:rFonts w:ascii="Arial" w:hAnsi="Arial" w:cs="Arial"/>
          <w:vertAlign w:val="subscript"/>
        </w:rPr>
        <w:t xml:space="preserve">4 </w:t>
      </w:r>
      <w:r>
        <w:rPr>
          <w:rFonts w:ascii="Arial" w:hAnsi="Arial" w:cs="Arial"/>
        </w:rPr>
        <w:t xml:space="preserve"> nebo A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 - musí obsahovat červeně vyznačené a okótované místo užívání, hranice a čísla pozemků, vyznačení vozovky, chodníku a zeleně, název města, obce, jméno ulice, číslo objektu, případně popis nejbližší křižovatky nebo jiného orientačního bodu</w:t>
      </w:r>
    </w:p>
    <w:p w14:paraId="6CA1D34C" w14:textId="77777777" w:rsidR="00D60C21" w:rsidRDefault="00D60C21" w:rsidP="00D60C21">
      <w:pPr>
        <w:spacing w:before="60" w:line="240" w:lineRule="atLeast"/>
        <w:ind w:left="142" w:right="-567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kopii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výpisu z katastru nemovitostí k dotčenému pozemku </w:t>
      </w:r>
      <w:r>
        <w:rPr>
          <w:rFonts w:ascii="Arial" w:hAnsi="Arial" w:cs="Arial"/>
        </w:rPr>
        <w:t>(např. pod stavbou silnice I. třídy)</w:t>
      </w:r>
    </w:p>
    <w:p w14:paraId="1733F72F" w14:textId="77777777" w:rsidR="00D60C21" w:rsidRDefault="00D60C21" w:rsidP="00D60C21">
      <w:pPr>
        <w:spacing w:before="60" w:line="240" w:lineRule="atLeast"/>
        <w:ind w:left="142" w:right="-567" w:hanging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- 1 kopie ze silniční mapy</w:t>
      </w:r>
      <w:r>
        <w:rPr>
          <w:rFonts w:ascii="Arial" w:hAnsi="Arial" w:cs="Arial"/>
        </w:rPr>
        <w:t xml:space="preserve"> (autoatlasu) s červeně vyznačeným místem užívání, pokud je užívání mimo zastavěné území (extravilán)</w:t>
      </w:r>
    </w:p>
    <w:p w14:paraId="3F9E8131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>
        <w:rPr>
          <w:rFonts w:ascii="Arial" w:hAnsi="Arial" w:cs="Arial"/>
          <w:b/>
        </w:rPr>
        <w:t>kopii stavebního povolení (územního rozhodnutí) s vyznačením nabytí právní moci</w:t>
      </w:r>
    </w:p>
    <w:p w14:paraId="3ECF1AB4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2A40466E" w14:textId="77777777" w:rsidR="00D60C21" w:rsidRDefault="00D60C21" w:rsidP="00D60C21">
      <w:pPr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Vyřizuje: provozní úsek </w:t>
      </w:r>
      <w:r w:rsidR="009C3567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</w:t>
      </w:r>
      <w:r w:rsidR="00157976">
        <w:rPr>
          <w:rFonts w:ascii="Arial" w:hAnsi="Arial" w:cs="Arial"/>
          <w:sz w:val="18"/>
          <w:szCs w:val="18"/>
        </w:rPr>
        <w:t>Ing. Milada Kolářová</w:t>
      </w:r>
      <w:r>
        <w:rPr>
          <w:rFonts w:ascii="Arial" w:hAnsi="Arial" w:cs="Arial"/>
          <w:sz w:val="18"/>
          <w:szCs w:val="18"/>
        </w:rPr>
        <w:t xml:space="preserve">, ŘSD ČR, Správa Plzeň, </w:t>
      </w:r>
      <w:proofErr w:type="spellStart"/>
      <w:r>
        <w:rPr>
          <w:rFonts w:ascii="Arial" w:hAnsi="Arial" w:cs="Arial"/>
          <w:sz w:val="18"/>
          <w:szCs w:val="18"/>
        </w:rPr>
        <w:t>Hřímalého</w:t>
      </w:r>
      <w:proofErr w:type="spellEnd"/>
      <w:r>
        <w:rPr>
          <w:rFonts w:ascii="Arial" w:hAnsi="Arial" w:cs="Arial"/>
          <w:sz w:val="18"/>
          <w:szCs w:val="18"/>
        </w:rPr>
        <w:t xml:space="preserve"> 37, 301 00 Plzeň, </w:t>
      </w:r>
    </w:p>
    <w:p w14:paraId="7EDAB808" w14:textId="77777777" w:rsidR="002604E1" w:rsidRPr="002604E1" w:rsidRDefault="00D60C21" w:rsidP="002604E1">
      <w:pPr>
        <w:ind w:left="1985"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tel. č.: </w:t>
      </w:r>
      <w:r w:rsidR="00C008CD">
        <w:rPr>
          <w:rFonts w:ascii="Arial" w:hAnsi="Arial" w:cs="Arial"/>
          <w:sz w:val="18"/>
          <w:szCs w:val="18"/>
        </w:rPr>
        <w:t>954 915</w:t>
      </w:r>
      <w:r>
        <w:rPr>
          <w:rFonts w:ascii="Arial" w:hAnsi="Arial" w:cs="Arial"/>
          <w:sz w:val="18"/>
          <w:szCs w:val="18"/>
        </w:rPr>
        <w:t> 7</w:t>
      </w:r>
      <w:r w:rsidR="00157976">
        <w:rPr>
          <w:rFonts w:ascii="Arial" w:hAnsi="Arial" w:cs="Arial"/>
          <w:sz w:val="18"/>
          <w:szCs w:val="18"/>
        </w:rPr>
        <w:t>22</w:t>
      </w:r>
      <w:r>
        <w:rPr>
          <w:rFonts w:ascii="Arial" w:hAnsi="Arial" w:cs="Arial"/>
          <w:sz w:val="18"/>
          <w:szCs w:val="18"/>
        </w:rPr>
        <w:t xml:space="preserve">, </w:t>
      </w:r>
      <w:r w:rsidR="00157976">
        <w:rPr>
          <w:rFonts w:ascii="Arial" w:hAnsi="Arial" w:cs="Arial"/>
          <w:sz w:val="18"/>
          <w:szCs w:val="18"/>
        </w:rPr>
        <w:t>milada.kolarov</w:t>
      </w:r>
      <w:r w:rsidR="009C3567">
        <w:rPr>
          <w:rFonts w:ascii="Arial" w:hAnsi="Arial" w:cs="Arial"/>
          <w:sz w:val="18"/>
          <w:szCs w:val="18"/>
        </w:rPr>
        <w:t>a@rsd.cz</w:t>
      </w:r>
    </w:p>
    <w:sectPr w:rsidR="002604E1" w:rsidRPr="002604E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90DAF" w14:textId="77777777" w:rsidR="00754E54" w:rsidRDefault="00754E54">
      <w:r>
        <w:separator/>
      </w:r>
    </w:p>
  </w:endnote>
  <w:endnote w:type="continuationSeparator" w:id="0">
    <w:p w14:paraId="3F97B634" w14:textId="77777777" w:rsidR="00754E54" w:rsidRDefault="00754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3EE0F" w14:textId="77777777" w:rsidR="00385E24" w:rsidRDefault="00385E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66D080C0" w14:textId="77777777" w:rsidR="00385E24" w:rsidRDefault="00385E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7130" w14:textId="77777777" w:rsidR="00385E24" w:rsidRDefault="00385E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008CD">
      <w:rPr>
        <w:rStyle w:val="slostrnky"/>
        <w:noProof/>
      </w:rPr>
      <w:t>2</w:t>
    </w:r>
    <w:r>
      <w:rPr>
        <w:rStyle w:val="slostrnky"/>
      </w:rPr>
      <w:fldChar w:fldCharType="end"/>
    </w:r>
  </w:p>
  <w:p w14:paraId="5A5B10B5" w14:textId="77777777" w:rsidR="00385E24" w:rsidRDefault="00385E2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31573" w14:textId="77777777" w:rsidR="00754E54" w:rsidRDefault="00754E54">
      <w:r>
        <w:separator/>
      </w:r>
    </w:p>
  </w:footnote>
  <w:footnote w:type="continuationSeparator" w:id="0">
    <w:p w14:paraId="3197E6A4" w14:textId="77777777" w:rsidR="00754E54" w:rsidRDefault="00754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74AA2"/>
    <w:multiLevelType w:val="singleLevel"/>
    <w:tmpl w:val="DE422A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41300DBA"/>
    <w:multiLevelType w:val="singleLevel"/>
    <w:tmpl w:val="803C000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42D5229C"/>
    <w:multiLevelType w:val="singleLevel"/>
    <w:tmpl w:val="02F272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461A1C1B"/>
    <w:multiLevelType w:val="hybridMultilevel"/>
    <w:tmpl w:val="1A6872D4"/>
    <w:lvl w:ilvl="0" w:tplc="B9DCA0B8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0671EB"/>
    <w:multiLevelType w:val="hybridMultilevel"/>
    <w:tmpl w:val="A1EED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900509">
    <w:abstractNumId w:val="0"/>
  </w:num>
  <w:num w:numId="2" w16cid:durableId="472260054">
    <w:abstractNumId w:val="2"/>
  </w:num>
  <w:num w:numId="3" w16cid:durableId="727923044">
    <w:abstractNumId w:val="1"/>
  </w:num>
  <w:num w:numId="4" w16cid:durableId="942151632">
    <w:abstractNumId w:val="4"/>
  </w:num>
  <w:num w:numId="5" w16cid:durableId="1233735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9D1"/>
    <w:rsid w:val="0002625D"/>
    <w:rsid w:val="0005146C"/>
    <w:rsid w:val="00052319"/>
    <w:rsid w:val="000779DA"/>
    <w:rsid w:val="00092FB1"/>
    <w:rsid w:val="00135830"/>
    <w:rsid w:val="00157976"/>
    <w:rsid w:val="001A53C1"/>
    <w:rsid w:val="001C6D22"/>
    <w:rsid w:val="002022B8"/>
    <w:rsid w:val="00214FEC"/>
    <w:rsid w:val="002604E1"/>
    <w:rsid w:val="002720B8"/>
    <w:rsid w:val="002C7992"/>
    <w:rsid w:val="002F2AC1"/>
    <w:rsid w:val="00343A30"/>
    <w:rsid w:val="00385E24"/>
    <w:rsid w:val="00452D5A"/>
    <w:rsid w:val="004A0260"/>
    <w:rsid w:val="004F5685"/>
    <w:rsid w:val="00527DD8"/>
    <w:rsid w:val="00541C7E"/>
    <w:rsid w:val="005C48ED"/>
    <w:rsid w:val="005E0E3A"/>
    <w:rsid w:val="005E59D1"/>
    <w:rsid w:val="00686CD4"/>
    <w:rsid w:val="006A2452"/>
    <w:rsid w:val="006D6DEB"/>
    <w:rsid w:val="00754E54"/>
    <w:rsid w:val="007842F7"/>
    <w:rsid w:val="007D60EB"/>
    <w:rsid w:val="00886689"/>
    <w:rsid w:val="008B1652"/>
    <w:rsid w:val="008C5C6C"/>
    <w:rsid w:val="008D7B1D"/>
    <w:rsid w:val="009662CD"/>
    <w:rsid w:val="00981191"/>
    <w:rsid w:val="009A6A4C"/>
    <w:rsid w:val="009C3567"/>
    <w:rsid w:val="00A07817"/>
    <w:rsid w:val="00B1167F"/>
    <w:rsid w:val="00BB3E51"/>
    <w:rsid w:val="00BE6250"/>
    <w:rsid w:val="00BF2599"/>
    <w:rsid w:val="00C008CD"/>
    <w:rsid w:val="00C20399"/>
    <w:rsid w:val="00C73E8C"/>
    <w:rsid w:val="00C95733"/>
    <w:rsid w:val="00D02A27"/>
    <w:rsid w:val="00D60C21"/>
    <w:rsid w:val="00DE0511"/>
    <w:rsid w:val="00DE59D8"/>
    <w:rsid w:val="00E82A23"/>
    <w:rsid w:val="00EA1031"/>
    <w:rsid w:val="00F74AF3"/>
    <w:rsid w:val="00FB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62B965"/>
  <w15:chartTrackingRefBased/>
  <w15:docId w15:val="{0613E8A3-CEAE-4DFB-ABA1-71DC0FE2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 w:line="240" w:lineRule="atLeast"/>
      <w:ind w:left="-284"/>
      <w:jc w:val="center"/>
      <w:outlineLvl w:val="0"/>
    </w:pPr>
    <w:rPr>
      <w:b/>
      <w:sz w:val="22"/>
      <w:u w:val="single"/>
    </w:rPr>
  </w:style>
  <w:style w:type="paragraph" w:styleId="Nadpis2">
    <w:name w:val="heading 2"/>
    <w:basedOn w:val="Normln"/>
    <w:next w:val="Normln"/>
    <w:qFormat/>
    <w:pPr>
      <w:keepNext/>
      <w:spacing w:before="120" w:line="240" w:lineRule="atLeast"/>
      <w:jc w:val="center"/>
      <w:outlineLvl w:val="1"/>
    </w:pPr>
    <w:rPr>
      <w:b/>
      <w:sz w:val="26"/>
    </w:rPr>
  </w:style>
  <w:style w:type="paragraph" w:styleId="Nadpis3">
    <w:name w:val="heading 3"/>
    <w:basedOn w:val="Normln"/>
    <w:next w:val="Normln"/>
    <w:qFormat/>
    <w:pPr>
      <w:keepNext/>
      <w:spacing w:before="120" w:line="140" w:lineRule="atLeast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pPr>
      <w:spacing w:before="120" w:line="240" w:lineRule="atLeast"/>
    </w:pPr>
    <w:rPr>
      <w:b/>
      <w:sz w:val="22"/>
    </w:rPr>
  </w:style>
  <w:style w:type="paragraph" w:styleId="Zkladntext3">
    <w:name w:val="Body Text 3"/>
    <w:basedOn w:val="Normln"/>
    <w:pPr>
      <w:spacing w:before="120" w:line="240" w:lineRule="atLeast"/>
      <w:jc w:val="both"/>
    </w:pPr>
    <w:rPr>
      <w:sz w:val="22"/>
    </w:rPr>
  </w:style>
  <w:style w:type="paragraph" w:styleId="Zkladntext">
    <w:name w:val="Body Text"/>
    <w:basedOn w:val="Normln"/>
    <w:pPr>
      <w:spacing w:before="120" w:line="240" w:lineRule="atLeast"/>
      <w:jc w:val="center"/>
    </w:pPr>
    <w:rPr>
      <w:b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spacing w:before="120" w:line="240" w:lineRule="atLeast"/>
      <w:ind w:left="284" w:hanging="284"/>
      <w:jc w:val="both"/>
    </w:pPr>
    <w:rPr>
      <w:sz w:val="24"/>
    </w:rPr>
  </w:style>
  <w:style w:type="paragraph" w:styleId="Zkladntextodsazen2">
    <w:name w:val="Body Text Indent 2"/>
    <w:basedOn w:val="Normln"/>
    <w:pPr>
      <w:spacing w:before="120" w:line="240" w:lineRule="atLeast"/>
      <w:ind w:left="5387" w:hanging="5387"/>
      <w:jc w:val="both"/>
    </w:pPr>
    <w:rPr>
      <w:sz w:val="22"/>
    </w:rPr>
  </w:style>
  <w:style w:type="paragraph" w:styleId="Odstavecseseznamem">
    <w:name w:val="List Paragraph"/>
    <w:basedOn w:val="Normln"/>
    <w:uiPriority w:val="34"/>
    <w:qFormat/>
    <w:rsid w:val="006A2452"/>
    <w:pPr>
      <w:ind w:left="720"/>
      <w:contextualSpacing/>
    </w:pPr>
    <w:rPr>
      <w:sz w:val="24"/>
      <w:szCs w:val="24"/>
    </w:rPr>
  </w:style>
  <w:style w:type="character" w:styleId="Hypertextovodkaz">
    <w:name w:val="Hyperlink"/>
    <w:rsid w:val="002604E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&#382;&#225;dost%20nov&#225;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žádost nová</Template>
  <TotalTime>3</TotalTime>
  <Pages>2</Pages>
  <Words>605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Číslo podané žádosti (nevyplňujte):         /                / 43 / 00</vt:lpstr>
    </vt:vector>
  </TitlesOfParts>
  <Company>SVSmP</Company>
  <LinksUpToDate>false</LinksUpToDate>
  <CharactersWithSpaces>4758</CharactersWithSpaces>
  <SharedDoc>false</SharedDoc>
  <HLinks>
    <vt:vector size="6" baseType="variant">
      <vt:variant>
        <vt:i4>589932</vt:i4>
      </vt:variant>
      <vt:variant>
        <vt:i4>0</vt:i4>
      </vt:variant>
      <vt:variant>
        <vt:i4>0</vt:i4>
      </vt:variant>
      <vt:variant>
        <vt:i4>5</vt:i4>
      </vt:variant>
      <vt:variant>
        <vt:lpwstr>mailto:bohdana.kotesovcova@rsd.cz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Číslo podané žádosti (nevyplňujte):         /                / 43 / 00</dc:title>
  <dc:subject/>
  <dc:creator>Macasova</dc:creator>
  <cp:keywords/>
  <cp:lastModifiedBy>Kolářová Milada Ing.</cp:lastModifiedBy>
  <cp:revision>5</cp:revision>
  <cp:lastPrinted>2007-01-31T04:44:00Z</cp:lastPrinted>
  <dcterms:created xsi:type="dcterms:W3CDTF">2018-01-29T11:25:00Z</dcterms:created>
  <dcterms:modified xsi:type="dcterms:W3CDTF">2023-04-18T06:19:00Z</dcterms:modified>
</cp:coreProperties>
</file>